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DB511A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329BF">
        <w:rPr>
          <w:rStyle w:val="Strong"/>
          <w:rFonts w:asciiTheme="minorHAnsi" w:hAnsiTheme="minorHAnsi" w:cstheme="minorHAnsi"/>
          <w:lang w:val="en-GB"/>
        </w:rPr>
        <w:t>41-W001-23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18101AEB" w:rsidR="004E36AD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 xml:space="preserve">Kiribati Public Procurement </w:t>
      </w:r>
      <w:proofErr w:type="spellStart"/>
      <w:r w:rsidR="00116A20">
        <w:rPr>
          <w:rFonts w:ascii="Calibri" w:hAnsi="Calibri" w:cs="Calibri"/>
          <w:highlight w:val="yellow"/>
        </w:rPr>
        <w:t>Web</w:t>
      </w:r>
      <w:r w:rsidR="00AD7F57">
        <w:rPr>
          <w:rFonts w:ascii="Calibri" w:hAnsi="Calibri" w:cs="Calibri"/>
          <w:highlight w:val="yellow"/>
        </w:rPr>
        <w:t>Portal</w:t>
      </w:r>
      <w:proofErr w:type="spellEnd"/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2A3F95" w:rsidRPr="00AB1C2F">
          <w:rPr>
            <w:rStyle w:val="Hyperlink"/>
            <w:rFonts w:ascii="Calibri" w:hAnsi="Calibri" w:cs="Calibri"/>
            <w:lang w:val="en-GB"/>
          </w:rPr>
          <w:t>www.procurement.gov.ki/opentender/www.cppl.com.ki/cppl</w:t>
        </w:r>
      </w:hyperlink>
      <w:r w:rsidR="002A3F95">
        <w:rPr>
          <w:rStyle w:val="Hyperlink"/>
          <w:rFonts w:ascii="Calibri" w:hAnsi="Calibri" w:cs="Calibri"/>
          <w:lang w:val="en-GB"/>
        </w:rPr>
        <w:t xml:space="preserve"> face-book account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A3F95" w:rsidRPr="00297697" w14:paraId="088BB792" w14:textId="77777777" w:rsidTr="00020E3A">
        <w:tc>
          <w:tcPr>
            <w:tcW w:w="4673" w:type="dxa"/>
            <w:shd w:val="clear" w:color="auto" w:fill="auto"/>
          </w:tcPr>
          <w:p w14:paraId="4D14CC1C" w14:textId="77777777" w:rsidR="002A3F95" w:rsidRPr="00297697" w:rsidRDefault="002A3F95" w:rsidP="00020E3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31E71ED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0A981C8B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A3F95" w:rsidRPr="00297697" w14:paraId="6196AD91" w14:textId="77777777" w:rsidTr="00020E3A">
        <w:tc>
          <w:tcPr>
            <w:tcW w:w="4673" w:type="dxa"/>
            <w:shd w:val="clear" w:color="auto" w:fill="auto"/>
          </w:tcPr>
          <w:p w14:paraId="730E22EB" w14:textId="35088D44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Launch and publication of RF</w:t>
            </w:r>
            <w:r w:rsidR="00B5297B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5E8B22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60C5145" w14:textId="1FE9791C" w:rsidR="002A3F95" w:rsidRPr="00297697" w:rsidRDefault="007329BF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2A3F95" w:rsidRPr="00297697">
              <w:rPr>
                <w:rFonts w:ascii="Calibri" w:hAnsi="Calibri"/>
                <w:szCs w:val="20"/>
              </w:rPr>
              <w:t>/03/23</w:t>
            </w:r>
          </w:p>
        </w:tc>
      </w:tr>
      <w:tr w:rsidR="002A3F95" w:rsidRPr="00297697" w14:paraId="39654BE6" w14:textId="77777777" w:rsidTr="00020E3A">
        <w:tc>
          <w:tcPr>
            <w:tcW w:w="4673" w:type="dxa"/>
            <w:shd w:val="clear" w:color="auto" w:fill="auto"/>
          </w:tcPr>
          <w:p w14:paraId="6C8D724F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asciiTheme="minorHAnsi" w:hAnsiTheme="minorHAnsi"/>
                <w:sz w:val="22"/>
              </w:rPr>
              <w:t>Pre-bid meeting with contractors</w:t>
            </w:r>
          </w:p>
        </w:tc>
        <w:tc>
          <w:tcPr>
            <w:tcW w:w="2268" w:type="dxa"/>
            <w:shd w:val="clear" w:color="auto" w:fill="auto"/>
          </w:tcPr>
          <w:p w14:paraId="09672A5A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5D076AA" w14:textId="4B094781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15/03/23</w:t>
            </w:r>
          </w:p>
        </w:tc>
      </w:tr>
      <w:tr w:rsidR="002A3F95" w:rsidRPr="00297697" w14:paraId="210DA621" w14:textId="77777777" w:rsidTr="00020E3A">
        <w:tc>
          <w:tcPr>
            <w:tcW w:w="4673" w:type="dxa"/>
            <w:shd w:val="clear" w:color="auto" w:fill="auto"/>
          </w:tcPr>
          <w:p w14:paraId="7E1D7EDB" w14:textId="02761812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questions about RF</w:t>
            </w:r>
            <w:r w:rsidR="00B5297B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4C98A2A0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6A3B2C3" w14:textId="54514527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 xml:space="preserve"> 17/03/23</w:t>
            </w:r>
          </w:p>
        </w:tc>
      </w:tr>
      <w:tr w:rsidR="002A3F95" w:rsidRPr="00297697" w14:paraId="151820C3" w14:textId="77777777" w:rsidTr="00020E3A">
        <w:tc>
          <w:tcPr>
            <w:tcW w:w="4673" w:type="dxa"/>
            <w:shd w:val="clear" w:color="auto" w:fill="auto"/>
          </w:tcPr>
          <w:p w14:paraId="23AAF7D0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shd w:val="clear" w:color="auto" w:fill="auto"/>
          </w:tcPr>
          <w:p w14:paraId="70F1A666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1898DF8" w14:textId="2267B2D2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 xml:space="preserve">24/03/23 </w:t>
            </w:r>
          </w:p>
        </w:tc>
      </w:tr>
      <w:tr w:rsidR="002A3F95" w:rsidRPr="00297697" w14:paraId="79FFD23A" w14:textId="77777777" w:rsidTr="00020E3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9AD9F1F" w14:textId="74DC8C03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submission of</w:t>
            </w:r>
            <w:r w:rsidR="00B5297B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4BE5C23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E19437" w14:textId="2FB1EB68" w:rsidR="002A3F95" w:rsidRPr="00297697" w:rsidRDefault="007329BF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A3F95" w:rsidRPr="00297697">
              <w:rPr>
                <w:rFonts w:ascii="Calibri" w:hAnsi="Calibri"/>
                <w:szCs w:val="20"/>
              </w:rPr>
              <w:t xml:space="preserve">7/04/23 </w:t>
            </w:r>
            <w:r>
              <w:rPr>
                <w:rFonts w:ascii="Calibri" w:hAnsi="Calibri"/>
                <w:szCs w:val="20"/>
              </w:rPr>
              <w:t>– 5pm</w:t>
            </w:r>
          </w:p>
        </w:tc>
      </w:tr>
      <w:tr w:rsidR="002A3F95" w:rsidRPr="00297697" w14:paraId="4B0967D8" w14:textId="77777777" w:rsidTr="00020E3A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6630E983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7D7B3CE6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DC3C7C" w14:textId="0B151E22" w:rsidR="002A3F95" w:rsidRPr="00297697" w:rsidRDefault="007329BF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2A3F95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297697" w14:paraId="3BB3CC9F" w14:textId="77777777" w:rsidTr="00020E3A">
        <w:tc>
          <w:tcPr>
            <w:tcW w:w="4673" w:type="dxa"/>
            <w:shd w:val="clear" w:color="auto" w:fill="auto"/>
          </w:tcPr>
          <w:p w14:paraId="42E19A9E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3F56E5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981D95" w14:textId="2E1275F6" w:rsidR="002A3F95" w:rsidRPr="00297697" w:rsidRDefault="007329BF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4343588C" w14:textId="77777777" w:rsidTr="00020E3A">
        <w:tc>
          <w:tcPr>
            <w:tcW w:w="4673" w:type="dxa"/>
            <w:shd w:val="clear" w:color="auto" w:fill="auto"/>
          </w:tcPr>
          <w:p w14:paraId="7BBDD463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3C89D7FF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F301932" w14:textId="5FF0A5B8" w:rsidR="002A3F95" w:rsidRPr="00297697" w:rsidRDefault="007329BF" w:rsidP="00020E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2A3F95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2A3F95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2A3F95" w:rsidRPr="00297697" w14:paraId="525607C7" w14:textId="77777777" w:rsidTr="00020E3A">
        <w:tc>
          <w:tcPr>
            <w:tcW w:w="4673" w:type="dxa"/>
            <w:shd w:val="clear" w:color="auto" w:fill="auto"/>
          </w:tcPr>
          <w:p w14:paraId="09A8D458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 xml:space="preserve">Contract Terms and Conditions (contract finalization)14 days </w:t>
            </w:r>
            <w:proofErr w:type="spellStart"/>
            <w:r w:rsidRPr="00297697">
              <w:rPr>
                <w:rFonts w:cs="Calibri"/>
                <w:sz w:val="24"/>
                <w:szCs w:val="24"/>
              </w:rPr>
              <w:t>calender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CE6F382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3189D44" w14:textId="67B1AE91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273E89">
              <w:rPr>
                <w:rFonts w:ascii="Calibri" w:hAnsi="Calibri"/>
                <w:szCs w:val="20"/>
              </w:rPr>
              <w:t>6</w:t>
            </w:r>
            <w:r w:rsidRPr="00297697">
              <w:rPr>
                <w:rFonts w:ascii="Calibri" w:hAnsi="Calibri"/>
                <w:szCs w:val="20"/>
              </w:rPr>
              <w:t>/0</w:t>
            </w:r>
            <w:r w:rsidR="00273E89">
              <w:rPr>
                <w:rFonts w:ascii="Calibri" w:hAnsi="Calibri"/>
                <w:szCs w:val="20"/>
              </w:rPr>
              <w:t>5</w:t>
            </w:r>
            <w:r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297697" w14:paraId="28B31B3F" w14:textId="77777777" w:rsidTr="00020E3A">
        <w:tc>
          <w:tcPr>
            <w:tcW w:w="4673" w:type="dxa"/>
            <w:shd w:val="clear" w:color="auto" w:fill="auto"/>
          </w:tcPr>
          <w:p w14:paraId="49754179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325D932D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AE4057B" w14:textId="105A9595" w:rsidR="002A3F95" w:rsidRPr="002976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273E89">
              <w:rPr>
                <w:rFonts w:ascii="Calibri" w:hAnsi="Calibri"/>
                <w:szCs w:val="20"/>
              </w:rPr>
              <w:t>7</w:t>
            </w:r>
            <w:r w:rsidRPr="00297697">
              <w:rPr>
                <w:rFonts w:ascii="Calibri" w:hAnsi="Calibri"/>
                <w:szCs w:val="20"/>
              </w:rPr>
              <w:t>/0</w:t>
            </w:r>
            <w:r w:rsidR="00273E89">
              <w:rPr>
                <w:rFonts w:ascii="Calibri" w:hAnsi="Calibri"/>
                <w:szCs w:val="20"/>
              </w:rPr>
              <w:t>5</w:t>
            </w:r>
            <w:r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2A3F95" w:rsidRPr="00A33618" w14:paraId="06046896" w14:textId="77777777" w:rsidTr="00020E3A">
        <w:tc>
          <w:tcPr>
            <w:tcW w:w="4673" w:type="dxa"/>
            <w:shd w:val="clear" w:color="auto" w:fill="auto"/>
          </w:tcPr>
          <w:p w14:paraId="7A291860" w14:textId="77777777" w:rsidR="002A3F95" w:rsidRPr="00297697" w:rsidRDefault="002A3F95" w:rsidP="00020E3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Contract/Project start date (implementation) contract management</w:t>
            </w:r>
          </w:p>
        </w:tc>
        <w:tc>
          <w:tcPr>
            <w:tcW w:w="2268" w:type="dxa"/>
            <w:shd w:val="clear" w:color="auto" w:fill="auto"/>
          </w:tcPr>
          <w:p w14:paraId="15990893" w14:textId="77777777" w:rsidR="002A3F95" w:rsidRPr="00297697" w:rsidRDefault="002A3F95" w:rsidP="00020E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AEA9FE2" w14:textId="3899C2B3" w:rsidR="002A3F95" w:rsidRPr="00532E97" w:rsidRDefault="002A3F95" w:rsidP="00020E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273E89">
              <w:rPr>
                <w:rFonts w:ascii="Calibri" w:hAnsi="Calibri"/>
                <w:szCs w:val="20"/>
              </w:rPr>
              <w:t>8</w:t>
            </w:r>
            <w:r w:rsidRPr="00297697">
              <w:rPr>
                <w:rFonts w:ascii="Calibri" w:hAnsi="Calibri"/>
                <w:szCs w:val="20"/>
              </w:rPr>
              <w:t>/0</w:t>
            </w:r>
            <w:r w:rsidR="00273E89">
              <w:rPr>
                <w:rFonts w:ascii="Calibri" w:hAnsi="Calibri"/>
                <w:szCs w:val="20"/>
              </w:rPr>
              <w:t>5</w:t>
            </w:r>
            <w:r w:rsidRPr="00297697">
              <w:rPr>
                <w:rFonts w:ascii="Calibri" w:hAnsi="Calibri"/>
                <w:szCs w:val="20"/>
              </w:rPr>
              <w:t>/23</w:t>
            </w:r>
          </w:p>
        </w:tc>
      </w:tr>
    </w:tbl>
    <w:p w14:paraId="3CE57041" w14:textId="77777777" w:rsidR="002A3F95" w:rsidRPr="00A33618" w:rsidRDefault="002A3F95" w:rsidP="004E36AD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2545" w14:textId="77777777" w:rsidR="000E6C72" w:rsidRDefault="000E6C72">
      <w:r>
        <w:separator/>
      </w:r>
    </w:p>
  </w:endnote>
  <w:endnote w:type="continuationSeparator" w:id="0">
    <w:p w14:paraId="6ED093A8" w14:textId="77777777" w:rsidR="000E6C72" w:rsidRDefault="000E6C72">
      <w:r>
        <w:continuationSeparator/>
      </w:r>
    </w:p>
  </w:endnote>
  <w:endnote w:type="continuationNotice" w:id="1">
    <w:p w14:paraId="4B3D9261" w14:textId="77777777" w:rsidR="000E6C72" w:rsidRDefault="000E6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5297B" w:rsidRPr="00B529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5297B" w:rsidRPr="00B529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3390F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329BF">
      <w:rPr>
        <w:noProof/>
      </w:rPr>
      <w:t>2023-03-09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C9989" w14:textId="77777777" w:rsidR="000E6C72" w:rsidRDefault="000E6C72">
      <w:r>
        <w:separator/>
      </w:r>
    </w:p>
  </w:footnote>
  <w:footnote w:type="continuationSeparator" w:id="0">
    <w:p w14:paraId="506A237C" w14:textId="77777777" w:rsidR="000E6C72" w:rsidRDefault="000E6C72">
      <w:r>
        <w:continuationSeparator/>
      </w:r>
    </w:p>
  </w:footnote>
  <w:footnote w:type="continuationNotice" w:id="1">
    <w:p w14:paraId="3B738EA3" w14:textId="77777777" w:rsidR="000E6C72" w:rsidRDefault="000E6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9A5416B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111">
    <w:abstractNumId w:val="1"/>
  </w:num>
  <w:num w:numId="2" w16cid:durableId="1938098205">
    <w:abstractNumId w:val="10"/>
  </w:num>
  <w:num w:numId="3" w16cid:durableId="1135831546">
    <w:abstractNumId w:val="11"/>
  </w:num>
  <w:num w:numId="4" w16cid:durableId="1944070319">
    <w:abstractNumId w:val="4"/>
  </w:num>
  <w:num w:numId="5" w16cid:durableId="2041586447">
    <w:abstractNumId w:val="3"/>
  </w:num>
  <w:num w:numId="6" w16cid:durableId="142813214">
    <w:abstractNumId w:val="7"/>
  </w:num>
  <w:num w:numId="7" w16cid:durableId="111675074">
    <w:abstractNumId w:val="5"/>
  </w:num>
  <w:num w:numId="8" w16cid:durableId="2075229148">
    <w:abstractNumId w:val="9"/>
  </w:num>
  <w:num w:numId="9" w16cid:durableId="1176381709">
    <w:abstractNumId w:val="0"/>
  </w:num>
  <w:num w:numId="10" w16cid:durableId="1894730782">
    <w:abstractNumId w:val="8"/>
  </w:num>
  <w:num w:numId="11" w16cid:durableId="1562711347">
    <w:abstractNumId w:val="2"/>
  </w:num>
  <w:num w:numId="12" w16cid:durableId="159613540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6C7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3E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F95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CE2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D7773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39F1"/>
    <w:rsid w:val="00725D07"/>
    <w:rsid w:val="00726310"/>
    <w:rsid w:val="00726397"/>
    <w:rsid w:val="00726CD4"/>
    <w:rsid w:val="00727BC5"/>
    <w:rsid w:val="00727D4C"/>
    <w:rsid w:val="0073043E"/>
    <w:rsid w:val="00730BCB"/>
    <w:rsid w:val="007329BF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097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19FA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97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92F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opentender/www.cppl.com.ki/cp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08A36-7792-4CAC-80FD-C49776964F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1688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2023-03-06T10:25:00Z</dcterms:created>
  <dcterms:modified xsi:type="dcterms:W3CDTF">2023-03-09T05:07:00Z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